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203835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0383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6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" filled="f" strokecolor="#76923c [2406]" strokeweight="1pt"/>
            </w:pict>
          </mc:Fallback>
        </mc:AlternateContent>
      </w:r>
      <w:r w:rsidR="00FE6EFC">
        <w:rPr>
          <w:rFonts w:ascii="Arial" w:hAnsi="Arial" w:cs="Arial"/>
          <w:b/>
          <w:color w:val="76923C" w:themeColor="accent3" w:themeShade="BF"/>
          <w:sz w:val="28"/>
          <w:szCs w:val="28"/>
        </w:rPr>
        <w:t>FRUITS DE SAISON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950608">
        <w:rPr>
          <w:rFonts w:ascii="Arial" w:hAnsi="Arial" w:cs="Arial"/>
        </w:rPr>
        <w:t xml:space="preserve"> </w:t>
      </w:r>
      <w:r w:rsidR="00950608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37771" w:rsidRDefault="00950608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"support à fruits"</w:t>
      </w:r>
    </w:p>
    <w:p w:rsidR="00950608" w:rsidRDefault="00950608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"saisons"</w:t>
      </w:r>
    </w:p>
    <w:p w:rsidR="00950608" w:rsidRDefault="00950608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"fruits"</w:t>
      </w:r>
    </w:p>
    <w:p w:rsidR="00950608" w:rsidRDefault="00DF7211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Une t</w:t>
      </w:r>
      <w:r w:rsidR="00950608">
        <w:rPr>
          <w:rFonts w:ascii="Arial" w:hAnsi="Arial" w:cs="Arial"/>
        </w:rPr>
        <w:t>able</w:t>
      </w:r>
    </w:p>
    <w:p w:rsidR="00950608" w:rsidRDefault="00DF7211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Des c</w:t>
      </w:r>
      <w:r w:rsidR="00950608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950608" w:rsidRDefault="000E4464" w:rsidP="0095060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50608" w:rsidRPr="00950608" w:rsidRDefault="000E4464" w:rsidP="00950608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950608" w:rsidP="00BC5F4E">
      <w:pPr>
        <w:ind w:left="720"/>
        <w:jc w:val="both"/>
        <w:rPr>
          <w:rFonts w:ascii="Arial" w:hAnsi="Arial" w:cs="Arial"/>
          <w:b/>
        </w:rPr>
      </w:pPr>
      <w:r w:rsidRPr="00950608">
        <w:rPr>
          <w:rFonts w:ascii="Arial" w:hAnsi="Arial" w:cs="Arial"/>
          <w:b/>
        </w:rPr>
        <w:t xml:space="preserve">Le but du jeu est </w:t>
      </w:r>
      <w:r w:rsidR="007C7CB6">
        <w:rPr>
          <w:rFonts w:ascii="Arial" w:hAnsi="Arial" w:cs="Arial"/>
          <w:b/>
        </w:rPr>
        <w:t>de positionner chacun des fruits</w:t>
      </w:r>
      <w:r w:rsidRPr="00950608">
        <w:rPr>
          <w:rFonts w:ascii="Arial" w:hAnsi="Arial" w:cs="Arial"/>
          <w:b/>
        </w:rPr>
        <w:t xml:space="preserve"> à leur place</w:t>
      </w:r>
      <w:r w:rsidR="007C7CB6">
        <w:rPr>
          <w:rFonts w:ascii="Arial" w:hAnsi="Arial" w:cs="Arial"/>
          <w:b/>
        </w:rPr>
        <w:t xml:space="preserve"> tout en apprenant leur nom</w:t>
      </w:r>
      <w:r w:rsidRPr="00950608">
        <w:rPr>
          <w:rFonts w:ascii="Arial" w:hAnsi="Arial" w:cs="Arial"/>
          <w:b/>
        </w:rPr>
        <w:t xml:space="preserve"> en arabe ainsi q</w:t>
      </w:r>
      <w:r w:rsidR="007C7CB6">
        <w:rPr>
          <w:rFonts w:ascii="Arial" w:hAnsi="Arial" w:cs="Arial"/>
          <w:b/>
        </w:rPr>
        <w:t>ue la saison à laquelle ils sont mûrs</w:t>
      </w:r>
      <w:r w:rsidRPr="00950608">
        <w:rPr>
          <w:rFonts w:ascii="Arial" w:hAnsi="Arial" w:cs="Arial"/>
          <w:b/>
        </w:rPr>
        <w:t>.</w:t>
      </w:r>
    </w:p>
    <w:p w:rsidR="00950608" w:rsidRPr="00950608" w:rsidRDefault="00950608" w:rsidP="00950608">
      <w:pPr>
        <w:ind w:left="360"/>
        <w:rPr>
          <w:rFonts w:ascii="Arial" w:hAnsi="Arial" w:cs="Arial"/>
          <w:b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950608" w:rsidRDefault="00950608" w:rsidP="00CD5A5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Réunir les élèves et leur </w:t>
      </w:r>
      <w:r w:rsidR="007C3D0B">
        <w:rPr>
          <w:rFonts w:ascii="Arial" w:hAnsi="Arial" w:cs="Arial"/>
          <w:b/>
          <w:color w:val="000000" w:themeColor="text1"/>
        </w:rPr>
        <w:t>présenter</w:t>
      </w:r>
      <w:r>
        <w:rPr>
          <w:rFonts w:ascii="Arial" w:hAnsi="Arial" w:cs="Arial"/>
          <w:b/>
          <w:color w:val="000000" w:themeColor="text1"/>
        </w:rPr>
        <w:t xml:space="preserve"> les différents fruits en arabe.</w:t>
      </w:r>
    </w:p>
    <w:p w:rsidR="00950608" w:rsidRDefault="00950608" w:rsidP="00CD5A5F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950608" w:rsidRDefault="00950608" w:rsidP="00CD5A5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Disposer les </w:t>
      </w:r>
      <w:r w:rsidR="007C3D0B">
        <w:rPr>
          <w:rFonts w:ascii="Arial" w:hAnsi="Arial" w:cs="Arial"/>
          <w:b/>
          <w:color w:val="000000" w:themeColor="text1"/>
        </w:rPr>
        <w:t xml:space="preserve">dessins de </w:t>
      </w:r>
      <w:r w:rsidR="007C7CB6">
        <w:rPr>
          <w:rFonts w:ascii="Arial" w:hAnsi="Arial" w:cs="Arial"/>
          <w:b/>
          <w:color w:val="000000" w:themeColor="text1"/>
        </w:rPr>
        <w:t>fruits et le chablon</w:t>
      </w:r>
      <w:r>
        <w:rPr>
          <w:rFonts w:ascii="Arial" w:hAnsi="Arial" w:cs="Arial"/>
          <w:b/>
          <w:color w:val="000000" w:themeColor="text1"/>
        </w:rPr>
        <w:t xml:space="preserve"> sur la table.</w:t>
      </w:r>
    </w:p>
    <w:p w:rsidR="00950608" w:rsidRDefault="00950608" w:rsidP="00CD5A5F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950608" w:rsidRDefault="00950608" w:rsidP="00CD5A5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 tour de rôle, les élèves doivent piocher un fruit et le positionner dans la bonne ca</w:t>
      </w:r>
      <w:r w:rsidR="007C7CB6">
        <w:rPr>
          <w:rFonts w:ascii="Arial" w:hAnsi="Arial" w:cs="Arial"/>
          <w:b/>
          <w:color w:val="000000" w:themeColor="text1"/>
        </w:rPr>
        <w:t>se tout en répétant son nom</w:t>
      </w:r>
      <w:r>
        <w:rPr>
          <w:rFonts w:ascii="Arial" w:hAnsi="Arial" w:cs="Arial"/>
          <w:b/>
          <w:color w:val="000000" w:themeColor="text1"/>
        </w:rPr>
        <w:t xml:space="preserve"> en arabe.</w:t>
      </w:r>
    </w:p>
    <w:p w:rsidR="00950608" w:rsidRDefault="00950608" w:rsidP="00CD5A5F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950608" w:rsidRPr="00A5584D" w:rsidRDefault="00C93912" w:rsidP="00CD5A5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Dans un deuxième</w:t>
      </w:r>
      <w:r w:rsidR="00950608">
        <w:rPr>
          <w:rFonts w:ascii="Arial" w:hAnsi="Arial" w:cs="Arial"/>
          <w:b/>
          <w:color w:val="000000" w:themeColor="text1"/>
        </w:rPr>
        <w:t xml:space="preserve"> temps, </w:t>
      </w:r>
      <w:r w:rsidR="007C3D0B">
        <w:rPr>
          <w:rFonts w:ascii="Arial" w:hAnsi="Arial" w:cs="Arial"/>
          <w:b/>
          <w:color w:val="000000" w:themeColor="text1"/>
        </w:rPr>
        <w:t xml:space="preserve">présenter </w:t>
      </w:r>
      <w:r w:rsidR="00950608">
        <w:rPr>
          <w:rFonts w:ascii="Arial" w:hAnsi="Arial" w:cs="Arial"/>
          <w:b/>
          <w:color w:val="000000" w:themeColor="text1"/>
        </w:rPr>
        <w:t>les 4 saisons (si possible en arabe) et laisser les élèves répartir les fruits selon les saisons tout en pratiquant la prononciation</w:t>
      </w:r>
      <w:r w:rsidR="00CD5A5F">
        <w:rPr>
          <w:rFonts w:ascii="Arial" w:hAnsi="Arial" w:cs="Arial"/>
          <w:b/>
          <w:color w:val="000000" w:themeColor="text1"/>
        </w:rPr>
        <w:t xml:space="preserve"> de ceux-ci</w:t>
      </w:r>
      <w:r w:rsidR="00950608">
        <w:rPr>
          <w:rFonts w:ascii="Arial" w:hAnsi="Arial" w:cs="Arial"/>
          <w:b/>
          <w:color w:val="000000" w:themeColor="text1"/>
        </w:rPr>
        <w:t>.</w:t>
      </w:r>
      <w:bookmarkStart w:id="0" w:name="_GoBack"/>
      <w:bookmarkEnd w:id="0"/>
    </w:p>
    <w:p w:rsidR="00837771" w:rsidRPr="00177EC9" w:rsidRDefault="00837771" w:rsidP="00950608">
      <w:pPr>
        <w:pStyle w:val="Paragraphedeliste"/>
        <w:rPr>
          <w:rFonts w:ascii="Arial" w:hAnsi="Arial" w:cs="Arial"/>
          <w:b/>
          <w:color w:val="7030A0"/>
        </w:rPr>
      </w:pPr>
    </w:p>
    <w:sectPr w:rsidR="00837771" w:rsidRPr="00177EC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687DE3"/>
    <w:rsid w:val="007C3D0B"/>
    <w:rsid w:val="007C7CB6"/>
    <w:rsid w:val="007D5C21"/>
    <w:rsid w:val="00837771"/>
    <w:rsid w:val="00950608"/>
    <w:rsid w:val="00B431DF"/>
    <w:rsid w:val="00BC5F4E"/>
    <w:rsid w:val="00C113DD"/>
    <w:rsid w:val="00C45E62"/>
    <w:rsid w:val="00C93912"/>
    <w:rsid w:val="00CD5A5F"/>
    <w:rsid w:val="00D61C79"/>
    <w:rsid w:val="00DF5E50"/>
    <w:rsid w:val="00DF7211"/>
    <w:rsid w:val="00FE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464E8A4A.dotm</Template>
  <TotalTime>2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2019-07-25T13:30:00Z</dcterms:created>
  <dcterms:modified xsi:type="dcterms:W3CDTF">2019-07-26T09:33:00Z</dcterms:modified>
</cp:coreProperties>
</file>